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6" w:after="0" w:line="240" w:lineRule="auto"/>
        <w:ind w:left="4159" w:right="4158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HR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76" w:right="1473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This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5</w:t>
      </w:r>
      <w:r>
        <w:rPr>
          <w:rFonts w:ascii="Calibri" w:hAnsi="Calibri" w:cs="Calibri" w:eastAsia="Calibri"/>
          <w:sz w:val="14"/>
          <w:szCs w:val="14"/>
          <w:spacing w:val="0"/>
          <w:w w:val="100"/>
          <w:b/>
          <w:bCs/>
          <w:position w:val="8"/>
        </w:rPr>
        <w:t>th</w:t>
      </w:r>
      <w:r>
        <w:rPr>
          <w:rFonts w:ascii="Calibri" w:hAnsi="Calibri" w:cs="Calibri" w:eastAsia="Calibri"/>
          <w:sz w:val="14"/>
          <w:szCs w:val="14"/>
          <w:spacing w:val="17"/>
          <w:w w:val="100"/>
          <w:b/>
          <w:bCs/>
          <w:position w:val="8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  <w:position w:val="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  <w:position w:val="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  <w:position w:val="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  <w:position w:val="0"/>
        </w:rPr>
        <w:t>tem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  <w:position w:val="0"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  <w:position w:val="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  <w:position w:val="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  <w:position w:val="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  <w:position w:val="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  <w:position w:val="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  <w:position w:val="0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ia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ia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and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be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0"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00" w:right="55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25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26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26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28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2"/>
          <w:szCs w:val="22"/>
          <w:spacing w:val="27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its</w:t>
      </w:r>
      <w:r>
        <w:rPr>
          <w:rFonts w:ascii="Calibri" w:hAnsi="Calibri" w:cs="Calibri" w:eastAsia="Calibri"/>
          <w:sz w:val="22"/>
          <w:szCs w:val="22"/>
          <w:spacing w:val="2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egist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2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r,</w:t>
      </w:r>
      <w:r>
        <w:rPr>
          <w:rFonts w:ascii="Calibri" w:hAnsi="Calibri" w:cs="Calibri" w:eastAsia="Calibri"/>
          <w:sz w:val="22"/>
          <w:szCs w:val="22"/>
          <w:spacing w:val="2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Sect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ad-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(he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ein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erred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"Tri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ia"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xpress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all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xt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ean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2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its</w:t>
      </w:r>
      <w:r>
        <w:rPr>
          <w:rFonts w:ascii="Calibri" w:hAnsi="Calibri" w:cs="Calibri" w:eastAsia="Calibri"/>
          <w:sz w:val="22"/>
          <w:szCs w:val="22"/>
          <w:spacing w:val="2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succe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rs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2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</w:p>
    <w:p>
      <w:pPr>
        <w:spacing w:before="1" w:after="0" w:line="265" w:lineRule="exact"/>
        <w:ind w:left="100" w:right="9833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assi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s)</w:t>
      </w:r>
    </w:p>
    <w:p>
      <w:pPr>
        <w:spacing w:before="45" w:after="0" w:line="240" w:lineRule="auto"/>
        <w:ind w:left="5292" w:right="4931"/>
        <w:jc w:val="center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And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38" w:after="0" w:line="276" w:lineRule="auto"/>
        <w:ind w:left="100" w:right="56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5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(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)</w:t>
      </w:r>
      <w:r>
        <w:rPr>
          <w:rFonts w:ascii="Calibri" w:hAnsi="Calibri" w:cs="Calibri" w:eastAsia="Calibri"/>
          <w:sz w:val="22"/>
          <w:szCs w:val="22"/>
          <w:spacing w:val="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t.</w:t>
      </w:r>
      <w:r>
        <w:rPr>
          <w:rFonts w:ascii="Calibri" w:hAnsi="Calibri" w:cs="Calibri" w:eastAsia="Calibri"/>
          <w:sz w:val="22"/>
          <w:szCs w:val="22"/>
          <w:spacing w:val="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Ltd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2"/>
          <w:szCs w:val="22"/>
          <w:spacing w:val="5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its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egist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ff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r,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Krisl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Kris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arwah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aki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ak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eri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East,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4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2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(herei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"C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T"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ich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less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s)</w:t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8238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22"/>
          <w:szCs w:val="22"/>
          <w:spacing w:val="39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00" w:right="55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This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ts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cution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atical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less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specif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cally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5" w:lineRule="exact"/>
        <w:ind w:left="100" w:right="7525"/>
        <w:jc w:val="both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22"/>
          <w:szCs w:val="22"/>
          <w:spacing w:val="39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&amp;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4.200001" w:type="dxa"/>
      </w:tblPr>
      <w:tblGrid/>
      <w:tr>
        <w:trPr>
          <w:trHeight w:val="401" w:hRule="exact"/>
        </w:trPr>
        <w:tc>
          <w:tcPr>
            <w:tcW w:w="10459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390" w:lineRule="exact"/>
              <w:ind w:left="3810" w:right="3791"/>
              <w:jc w:val="center"/>
              <w:rPr>
                <w:rFonts w:ascii="Calibri" w:hAnsi="Calibri" w:cs="Calibri" w:eastAsia="Calibri"/>
                <w:sz w:val="32"/>
                <w:szCs w:val="32"/>
              </w:rPr>
            </w:pPr>
            <w:rPr/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0"/>
                <w:w w:val="100"/>
                <w:b/>
                <w:bCs/>
                <w:position w:val="1"/>
              </w:rPr>
              <w:t>Servi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-9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0"/>
                <w:w w:val="99"/>
                <w:b/>
                <w:bCs/>
                <w:position w:val="1"/>
              </w:rPr>
              <w:t>Co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2"/>
                <w:w w:val="99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0"/>
                <w:w w:val="99"/>
                <w:b/>
                <w:bCs/>
                <w:position w:val="1"/>
              </w:rPr>
              <w:t>merc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3"/>
                <w:w w:val="99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0"/>
                <w:w w:val="99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1"/>
                <w:w w:val="99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32"/>
                <w:szCs w:val="32"/>
                <w:color w:val="252525"/>
                <w:spacing w:val="0"/>
                <w:w w:val="99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32"/>
                <w:szCs w:val="3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553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284" w:right="226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92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60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553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320" w:right="230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92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988" w:right="196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ths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553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012" w:right="1991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/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92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1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Rs.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,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2"/>
                <w:w w:val="100"/>
                <w:position w:val="1"/>
              </w:rPr>
              <w:t>/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-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(i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cl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ST)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5538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8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king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/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92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122" w:right="210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5538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75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/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bre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92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070" w:right="2050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rs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5538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7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me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b/>
                <w:bCs/>
                <w:position w:val="1"/>
              </w:rPr>
              <w:t>/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b/>
                <w:bCs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92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8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On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ef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14"/>
                <w:szCs w:val="14"/>
                <w:color w:val="252525"/>
                <w:spacing w:val="-1"/>
                <w:w w:val="100"/>
                <w:position w:val="8"/>
              </w:rPr>
              <w:t>r</w:t>
            </w:r>
            <w:r>
              <w:rPr>
                <w:rFonts w:ascii="Calibri" w:hAnsi="Calibri" w:cs="Calibri" w:eastAsia="Calibri"/>
                <w:sz w:val="14"/>
                <w:szCs w:val="14"/>
                <w:color w:val="252525"/>
                <w:spacing w:val="0"/>
                <w:w w:val="100"/>
                <w:position w:val="8"/>
              </w:rPr>
              <w:t>d</w:t>
            </w:r>
            <w:r>
              <w:rPr>
                <w:rFonts w:ascii="Calibri" w:hAnsi="Calibri" w:cs="Calibri" w:eastAsia="Calibri"/>
                <w:sz w:val="14"/>
                <w:szCs w:val="14"/>
                <w:color w:val="252525"/>
                <w:spacing w:val="16"/>
                <w:w w:val="100"/>
                <w:position w:val="8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ate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3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ch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-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252525"/>
                <w:spacing w:val="0"/>
                <w:w w:val="100"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6" w:after="0" w:line="274" w:lineRule="auto"/>
        <w:ind w:left="100" w:right="211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  <w:b/>
          <w:bCs/>
        </w:rPr>
        <w:t>mp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  <w:b/>
          <w:bCs/>
        </w:rPr>
        <w:t>te: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If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cli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is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willi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hi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rce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bas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ri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assi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within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ths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st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leti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assig</w:t>
      </w:r>
      <w:r>
        <w:rPr>
          <w:rFonts w:ascii="Calibri" w:hAnsi="Calibri" w:cs="Calibri" w:eastAsia="Calibri"/>
          <w:sz w:val="22"/>
          <w:szCs w:val="22"/>
          <w:color w:val="252525"/>
          <w:spacing w:val="-4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fess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pe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hi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li</w:t>
      </w:r>
      <w:r>
        <w:rPr>
          <w:rFonts w:ascii="Calibri" w:hAnsi="Calibri" w:cs="Calibri" w:eastAsia="Calibri"/>
          <w:sz w:val="22"/>
          <w:szCs w:val="22"/>
          <w:color w:val="252525"/>
          <w:spacing w:val="5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i.e.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40" w:lineRule="auto"/>
        <w:ind w:left="10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6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%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52525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ered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color w:val="252525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color w:val="252525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color w:val="252525"/>
          <w:spacing w:val="0"/>
          <w:w w:val="100"/>
        </w:rPr>
        <w:t>TC.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820" w:right="57" w:firstLine="-360"/>
        <w:jc w:val="both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ly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ires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if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-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irect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whet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’s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s.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’t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end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such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ility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isc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e.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cases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should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3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ays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licati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sume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sent,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ia.</w:t>
      </w:r>
    </w:p>
    <w:p>
      <w:pPr>
        <w:spacing w:before="13" w:after="0" w:line="276" w:lineRule="auto"/>
        <w:ind w:left="820" w:right="57" w:firstLine="-360"/>
        <w:jc w:val="both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any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6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/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first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inte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still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eq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ired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le.</w:t>
      </w:r>
    </w:p>
    <w:p>
      <w:pPr>
        <w:spacing w:before="9" w:after="0" w:line="276" w:lineRule="auto"/>
        <w:ind w:left="820" w:right="67" w:firstLine="-360"/>
        <w:jc w:val="both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Resu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sent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ivul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1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ther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ivid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  <w:r>
        <w:rPr>
          <w:rFonts w:ascii="Calibri" w:hAnsi="Calibri" w:cs="Calibri" w:eastAsia="Calibri"/>
          <w:sz w:val="22"/>
          <w:szCs w:val="22"/>
          <w:spacing w:val="1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writ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ent.</w:t>
      </w:r>
    </w:p>
    <w:p>
      <w:pPr>
        <w:jc w:val="both"/>
        <w:spacing w:after="0"/>
        <w:sectPr>
          <w:type w:val="continuous"/>
          <w:pgSz w:w="11920" w:h="16840"/>
          <w:pgMar w:top="1560" w:bottom="280" w:left="620" w:right="600"/>
        </w:sectPr>
      </w:pPr>
      <w:rPr/>
    </w:p>
    <w:p>
      <w:pPr>
        <w:spacing w:before="73" w:after="0" w:line="275" w:lineRule="auto"/>
        <w:ind w:left="820" w:right="59" w:firstLine="-360"/>
        <w:jc w:val="both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case</w:t>
      </w:r>
      <w:r>
        <w:rPr>
          <w:rFonts w:ascii="Calibri" w:hAnsi="Calibri" w:cs="Calibri" w:eastAsia="Calibri"/>
          <w:sz w:val="22"/>
          <w:szCs w:val="22"/>
          <w:spacing w:val="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easi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clie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t’s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alf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to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cit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reen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x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ertain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with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ent.</w:t>
      </w:r>
    </w:p>
    <w:p>
      <w:pPr>
        <w:spacing w:before="13" w:after="0" w:line="274" w:lineRule="auto"/>
        <w:ind w:left="820" w:right="54" w:firstLine="-360"/>
        <w:jc w:val="both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5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ate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7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which</w:t>
      </w:r>
      <w:r>
        <w:rPr>
          <w:rFonts w:ascii="Calibri" w:hAnsi="Calibri" w:cs="Calibri" w:eastAsia="Calibri"/>
          <w:sz w:val="22"/>
          <w:szCs w:val="22"/>
          <w:spacing w:val="9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cl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–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desi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/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22"/>
          <w:szCs w:val="22"/>
          <w:spacing w:val="39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53" w:after="0" w:line="354" w:lineRule="auto"/>
        <w:ind w:left="820" w:right="54" w:firstLine="-360"/>
        <w:jc w:val="both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last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rki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ach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</w:t>
      </w:r>
      <w:r>
        <w:rPr>
          <w:rFonts w:ascii="Calibri" w:hAnsi="Calibri" w:cs="Calibri" w:eastAsia="Calibri"/>
          <w:sz w:val="22"/>
          <w:szCs w:val="22"/>
          <w:spacing w:val="-4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ll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be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3</w:t>
      </w:r>
      <w:r>
        <w:rPr>
          <w:rFonts w:ascii="Calibri" w:hAnsi="Calibri" w:cs="Calibri" w:eastAsia="Calibri"/>
          <w:sz w:val="14"/>
          <w:szCs w:val="14"/>
          <w:spacing w:val="-1"/>
          <w:w w:val="100"/>
          <w:position w:val="8"/>
        </w:rPr>
        <w:t>r</w:t>
      </w:r>
      <w:r>
        <w:rPr>
          <w:rFonts w:ascii="Calibri" w:hAnsi="Calibri" w:cs="Calibri" w:eastAsia="Calibri"/>
          <w:sz w:val="14"/>
          <w:szCs w:val="14"/>
          <w:spacing w:val="0"/>
          <w:w w:val="100"/>
          <w:position w:val="8"/>
        </w:rPr>
        <w:t>d</w:t>
      </w:r>
      <w:r>
        <w:rPr>
          <w:rFonts w:ascii="Calibri" w:hAnsi="Calibri" w:cs="Calibri" w:eastAsia="Calibri"/>
          <w:sz w:val="14"/>
          <w:szCs w:val="14"/>
          <w:spacing w:val="16"/>
          <w:w w:val="100"/>
          <w:position w:val="8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ll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wing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2"/>
          <w:szCs w:val="22"/>
          <w:spacing w:val="-3"/>
          <w:w w:val="100"/>
          <w:position w:val="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  <w:position w:val="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  <w:t>.</w:t>
      </w:r>
    </w:p>
    <w:p>
      <w:pPr>
        <w:spacing w:before="16" w:after="0" w:line="240" w:lineRule="auto"/>
        <w:ind w:left="460" w:right="-20"/>
        <w:jc w:val="left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ents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will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fav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‘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’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,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Gha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.</w:t>
      </w:r>
    </w:p>
    <w:p>
      <w:pPr>
        <w:spacing w:before="53" w:after="0" w:line="240" w:lineRule="auto"/>
        <w:ind w:left="460" w:right="-20"/>
        <w:jc w:val="left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dis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jur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sd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cti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z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ad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rt.</w:t>
      </w:r>
    </w:p>
    <w:p>
      <w:pPr>
        <w:spacing w:before="50" w:after="0" w:line="240" w:lineRule="auto"/>
        <w:ind w:left="460" w:right="-20"/>
        <w:jc w:val="left"/>
        <w:tabs>
          <w:tab w:pos="82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tract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can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it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h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er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1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the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ar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ies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5</w:t>
      </w:r>
      <w:r>
        <w:rPr>
          <w:rFonts w:ascii="Calibri" w:hAnsi="Calibri" w:cs="Calibri" w:eastAsia="Calibri"/>
          <w:sz w:val="22"/>
          <w:szCs w:val="22"/>
          <w:spacing w:val="16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s’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ti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e.</w:t>
      </w:r>
      <w:r>
        <w:rPr>
          <w:rFonts w:ascii="Calibri" w:hAnsi="Calibri" w:cs="Calibri" w:eastAsia="Calibri"/>
          <w:sz w:val="22"/>
          <w:szCs w:val="22"/>
          <w:spacing w:val="13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l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stan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12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should</w:t>
      </w:r>
      <w:r>
        <w:rPr>
          <w:rFonts w:ascii="Calibri" w:hAnsi="Calibri" w:cs="Calibri" w:eastAsia="Calibri"/>
          <w:sz w:val="22"/>
          <w:szCs w:val="22"/>
          <w:spacing w:val="1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</w:t>
      </w:r>
    </w:p>
    <w:p>
      <w:pPr>
        <w:spacing w:before="41" w:after="0" w:line="240" w:lineRule="auto"/>
        <w:ind w:left="820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</w:rPr>
        <w:t>cleared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p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-3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f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tra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t.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818" w:lineRule="exact"/>
        <w:ind w:left="100" w:right="88"/>
        <w:jc w:val="left"/>
        <w:tabs>
          <w:tab w:pos="6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(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)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t.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.</w:t>
        <w:tab/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v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(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P)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Lt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Aut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Aut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z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3"/>
          <w:w w:val="100"/>
          <w:b/>
          <w:bCs/>
        </w:rPr>
        <w:t>S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454" w:lineRule="auto"/>
        <w:ind w:left="100" w:right="2922"/>
        <w:jc w:val="left"/>
        <w:tabs>
          <w:tab w:pos="6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  <w:tab/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m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  <w:tab/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D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esig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at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:</w:t>
      </w:r>
    </w:p>
    <w:sectPr>
      <w:pgSz w:w="11920" w:h="16840"/>
      <w:pgMar w:top="64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tridindia</dc:creator>
  <dcterms:created xsi:type="dcterms:W3CDTF">2018-12-22T12:12:39Z</dcterms:created>
  <dcterms:modified xsi:type="dcterms:W3CDTF">2018-12-22T12:12:39Z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2018-09-05T00:00:00Z</vt:filetime>
  </property>
  <property fmtid="{D5CDD505-2E9C-101B-9397-08002B2CF9AE}" pid="3" name="LastSaved">
    <vt:filetime>2018-12-22T00:00:00Z</vt:filetime>
  </property>
</Properties>
</file>